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CA8" w:rsidRPr="00531AEA" w:rsidRDefault="00454FA7" w:rsidP="006D1C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pacing w:val="-4"/>
          <w:lang w:eastAsia="cs-CZ"/>
        </w:rPr>
      </w:pPr>
      <w:r>
        <w:rPr>
          <w:rFonts w:eastAsia="Times New Roman" w:cs="Times New Roman"/>
          <w:spacing w:val="-4"/>
          <w:lang w:eastAsia="cs-CZ"/>
        </w:rPr>
        <w:t>Příloha č. 4</w:t>
      </w:r>
      <w:r w:rsidR="006D1CA8" w:rsidRPr="00531AEA">
        <w:rPr>
          <w:rFonts w:eastAsia="Times New Roman" w:cs="Times New Roman"/>
          <w:spacing w:val="-4"/>
          <w:lang w:eastAsia="cs-CZ"/>
        </w:rPr>
        <w:t xml:space="preserve"> </w:t>
      </w:r>
      <w:r w:rsidR="00662431">
        <w:rPr>
          <w:rFonts w:eastAsia="Times New Roman" w:cs="Times New Roman"/>
          <w:spacing w:val="-4"/>
          <w:lang w:eastAsia="cs-CZ"/>
        </w:rPr>
        <w:t>A</w:t>
      </w:r>
      <w:r w:rsidR="00DE7AFC">
        <w:rPr>
          <w:rFonts w:eastAsia="Times New Roman" w:cs="Times New Roman"/>
          <w:spacing w:val="-4"/>
          <w:lang w:eastAsia="cs-CZ"/>
        </w:rPr>
        <w:t xml:space="preserve">) </w:t>
      </w:r>
      <w:r w:rsidR="006D1CA8" w:rsidRPr="00531AEA">
        <w:rPr>
          <w:rFonts w:eastAsia="Times New Roman" w:cs="Times New Roman"/>
          <w:spacing w:val="-4"/>
          <w:lang w:eastAsia="cs-CZ"/>
        </w:rPr>
        <w:t>Výzvy k podání nabídky</w:t>
      </w:r>
    </w:p>
    <w:p w:rsidR="006D1CA8" w:rsidRPr="007061F8" w:rsidRDefault="006D1CA8" w:rsidP="006D1CA8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Bližší specifikace </w:t>
      </w:r>
      <w:r w:rsidRPr="00D033FB">
        <w:rPr>
          <w:rFonts w:eastAsia="Times New Roman"/>
          <w:lang w:eastAsia="cs-CZ"/>
        </w:rPr>
        <w:t>předmětu veřejné zakázky</w:t>
      </w:r>
    </w:p>
    <w:p w:rsidR="006D1CA8" w:rsidRDefault="006D1CA8" w:rsidP="006D1CA8">
      <w:pPr>
        <w:spacing w:after="0"/>
        <w:rPr>
          <w:b/>
        </w:rPr>
      </w:pPr>
    </w:p>
    <w:p w:rsidR="006D1CA8" w:rsidRPr="006D0BB4" w:rsidRDefault="006D1CA8" w:rsidP="006D1CA8">
      <w:pPr>
        <w:spacing w:after="0"/>
        <w:rPr>
          <w:b/>
          <w:sz w:val="24"/>
          <w:szCs w:val="24"/>
        </w:rPr>
      </w:pPr>
      <w:r w:rsidRPr="006D0BB4">
        <w:rPr>
          <w:b/>
          <w:sz w:val="24"/>
          <w:szCs w:val="24"/>
        </w:rPr>
        <w:t>Rozsah úklidových činností</w:t>
      </w:r>
    </w:p>
    <w:p w:rsidR="006D1CA8" w:rsidRPr="00B96D7C" w:rsidRDefault="006D1CA8" w:rsidP="006D1CA8">
      <w:pPr>
        <w:spacing w:after="0"/>
        <w:rPr>
          <w:b/>
          <w:u w:val="single"/>
        </w:rPr>
      </w:pPr>
    </w:p>
    <w:p w:rsidR="00181D87" w:rsidRDefault="00181D87" w:rsidP="00181D87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Pravidelné úklidové práce</w:t>
      </w:r>
    </w:p>
    <w:p w:rsidR="00181D87" w:rsidRPr="00F71251" w:rsidRDefault="00181D87" w:rsidP="00181D87">
      <w:pPr>
        <w:spacing w:after="0" w:line="240" w:lineRule="auto"/>
        <w:rPr>
          <w:b/>
          <w:u w:val="single"/>
        </w:rPr>
      </w:pPr>
    </w:p>
    <w:p w:rsidR="00181D87" w:rsidRPr="00F71251" w:rsidRDefault="00181D87" w:rsidP="00181D87">
      <w:pPr>
        <w:pStyle w:val="Odstavecseseznamem"/>
        <w:numPr>
          <w:ilvl w:val="0"/>
          <w:numId w:val="35"/>
        </w:numPr>
        <w:spacing w:after="0" w:line="240" w:lineRule="auto"/>
        <w:rPr>
          <w:b/>
          <w:u w:val="single"/>
        </w:rPr>
      </w:pPr>
      <w:r w:rsidRPr="00F71251">
        <w:rPr>
          <w:b/>
          <w:u w:val="single"/>
        </w:rPr>
        <w:t>Denní úklidové práce</w:t>
      </w:r>
    </w:p>
    <w:p w:rsidR="00181D87" w:rsidRPr="00B96D7C" w:rsidRDefault="00181D87" w:rsidP="00181D87">
      <w:pPr>
        <w:spacing w:after="0"/>
        <w:rPr>
          <w:b/>
        </w:rPr>
      </w:pPr>
    </w:p>
    <w:p w:rsidR="00181D87" w:rsidRPr="00B96D7C" w:rsidRDefault="00181D87" w:rsidP="00181D87">
      <w:pPr>
        <w:spacing w:after="0"/>
        <w:ind w:left="567"/>
        <w:rPr>
          <w:b/>
          <w:bCs/>
        </w:rPr>
      </w:pPr>
      <w:r w:rsidRPr="00B96D7C">
        <w:rPr>
          <w:b/>
          <w:bCs/>
        </w:rPr>
        <w:t>Denně: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</w:t>
      </w:r>
      <w:r w:rsidRPr="00B96D7C">
        <w:tab/>
        <w:t>vytírání popř. vysávání podlahových ploch kanceláří, zasedacích místností, vnitřních schodišť a chodeb, sociálních zařízení a kuchyněk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mytí a desinfekce sociálních zařízení, mytí umyvadel, klozetů, pisoárů, dřezů, výlevek, popř. sprchových koutů, leštění vodovodních armatur a zrcadel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zametání a vytírání čistících zón ve vchodech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stírání prachu ze všech volně přístupných a dosažitelných nábytkových ploch (do 1,6m výšky)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stírání prachu ze zábradlí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</w:t>
      </w:r>
      <w:r w:rsidRPr="00B96D7C">
        <w:tab/>
        <w:t xml:space="preserve">mytí a leštění výtahové kabiny včetně rámů 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vyprazdňování odpadkových košů (směsný odpad) a vynášení odpadu do určených sběrných nádob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vyprazdňování nádob skartovacích přístrojů (papír) a vynášení odpadu do určených sběrných nádob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vyprazdňování nádob na tříděný odpad (papír, plasty, sklo) a vynášení tříděného odpadu do určených sběrných nádob</w:t>
      </w:r>
    </w:p>
    <w:p w:rsidR="00181D87" w:rsidRPr="00B96D7C" w:rsidRDefault="00181D87" w:rsidP="00181D87">
      <w:pPr>
        <w:spacing w:after="0"/>
      </w:pPr>
    </w:p>
    <w:p w:rsidR="00181D87" w:rsidRPr="00B96D7C" w:rsidRDefault="00181D87" w:rsidP="00181D87">
      <w:pPr>
        <w:spacing w:after="0"/>
        <w:ind w:left="567"/>
        <w:rPr>
          <w:b/>
          <w:bCs/>
        </w:rPr>
      </w:pPr>
      <w:r w:rsidRPr="00B96D7C">
        <w:rPr>
          <w:b/>
          <w:bCs/>
        </w:rPr>
        <w:t>Týdně: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 xml:space="preserve">-    </w:t>
      </w:r>
      <w:r w:rsidRPr="00B96D7C">
        <w:tab/>
        <w:t>stírání ohmatů nábytku a jeho leštění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 xml:space="preserve">-    </w:t>
      </w:r>
      <w:r w:rsidRPr="00B96D7C">
        <w:tab/>
        <w:t>mytí a leštění prosklených ploch dveří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stírání prachu z obrazů a křesel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stírání nečistot a ohmatů z vypínačů osvětlení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stírání prachu z vnitřních ploch parapetů (mezi okny)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 xml:space="preserve">-    </w:t>
      </w:r>
      <w:r w:rsidRPr="00B96D7C">
        <w:tab/>
        <w:t>dezinfekční stírání kuchyňských linek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mytí zábradlí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stírání prachu z výpočetní techniky (počítače, tiskárny, kopírky, atd.)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mytí a čištění ostatní techniky (telefony, faxy, mikrovlnné trouby vně i uvnitř, vrchní části sporáků a vařiče, atd.)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stírání prachu z přenosných hasicích přístrojů a hydrantových skříní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</w:t>
      </w:r>
      <w:r w:rsidRPr="00B96D7C">
        <w:tab/>
        <w:t>stírání prachu z obtížně přístupných míst (např. boční stěny radiátorů ústředního vytápění) a špatně dosažitelných nábytkových ploch (nad 1,6m výšky)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vysávání čalouněného nábytku suchou cestou a mytí omyvatelných částí kancelářských židlí a křesel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mytí keramických obkladů sociálního zařízení a kuchyněk, odstraňování minerálních nánosů a usazenin umyvadel, klozetů, pisoárů, dřezů, výlevek, popř. sprchových koutů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odstraňování pavučin z volně přístupných a dostupných míst</w:t>
      </w:r>
    </w:p>
    <w:p w:rsidR="00181D87" w:rsidRPr="00B96D7C" w:rsidRDefault="00181D87" w:rsidP="00181D87">
      <w:pPr>
        <w:spacing w:after="0"/>
        <w:ind w:left="851" w:hanging="284"/>
      </w:pPr>
    </w:p>
    <w:p w:rsidR="00181D87" w:rsidRPr="00B96D7C" w:rsidRDefault="00181D87" w:rsidP="00181D87">
      <w:pPr>
        <w:spacing w:after="0"/>
        <w:ind w:left="567"/>
        <w:rPr>
          <w:b/>
          <w:bCs/>
        </w:rPr>
      </w:pPr>
      <w:r w:rsidRPr="00B96D7C">
        <w:rPr>
          <w:b/>
          <w:bCs/>
        </w:rPr>
        <w:t>Měsíčně: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mytí dveří z obou stran, včetně zárubní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odstraňování pavučin z těžko přístupných míst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mytí omyvatelných obkladů stěn</w:t>
      </w:r>
    </w:p>
    <w:p w:rsidR="00181D87" w:rsidRPr="00B96D7C" w:rsidRDefault="00181D87" w:rsidP="00181D87">
      <w:pPr>
        <w:spacing w:after="0" w:line="240" w:lineRule="auto"/>
        <w:ind w:left="993" w:hanging="369"/>
      </w:pPr>
    </w:p>
    <w:p w:rsidR="00181D87" w:rsidRPr="00B96D7C" w:rsidRDefault="00181D87" w:rsidP="00181D87">
      <w:pPr>
        <w:spacing w:after="0"/>
        <w:ind w:left="567"/>
        <w:rPr>
          <w:b/>
          <w:bCs/>
        </w:rPr>
      </w:pPr>
      <w:r w:rsidRPr="00B96D7C">
        <w:rPr>
          <w:b/>
          <w:bCs/>
        </w:rPr>
        <w:lastRenderedPageBreak/>
        <w:t xml:space="preserve">Dle potřeby - hygienický servis: </w:t>
      </w:r>
    </w:p>
    <w:p w:rsidR="00181D87" w:rsidRPr="00B96D7C" w:rsidRDefault="00181D87" w:rsidP="00181D87">
      <w:pPr>
        <w:spacing w:after="0" w:line="240" w:lineRule="auto"/>
        <w:ind w:left="908" w:hanging="284"/>
      </w:pPr>
      <w:r w:rsidRPr="00B96D7C">
        <w:t>-     výměna sáčků do koše</w:t>
      </w:r>
    </w:p>
    <w:p w:rsidR="00181D87" w:rsidRPr="00B96D7C" w:rsidRDefault="00181D87" w:rsidP="00181D87">
      <w:pPr>
        <w:spacing w:after="0" w:line="240" w:lineRule="auto"/>
        <w:ind w:left="908" w:hanging="284"/>
      </w:pPr>
      <w:r w:rsidRPr="00B96D7C">
        <w:t>-     doplňování tekutého mýdla</w:t>
      </w:r>
    </w:p>
    <w:p w:rsidR="00181D87" w:rsidRPr="00B96D7C" w:rsidRDefault="00181D87" w:rsidP="00181D87">
      <w:pPr>
        <w:spacing w:after="0" w:line="240" w:lineRule="auto"/>
        <w:ind w:left="908" w:hanging="284"/>
      </w:pPr>
      <w:r w:rsidRPr="00B96D7C">
        <w:t>-     doplňování papírových ručníků</w:t>
      </w:r>
    </w:p>
    <w:p w:rsidR="00181D87" w:rsidRPr="00B96D7C" w:rsidRDefault="00181D87" w:rsidP="00181D87">
      <w:pPr>
        <w:spacing w:after="0" w:line="240" w:lineRule="auto"/>
        <w:ind w:left="908" w:hanging="284"/>
      </w:pPr>
      <w:r w:rsidRPr="00B96D7C">
        <w:t>-     doplňování toaletního papíru</w:t>
      </w:r>
    </w:p>
    <w:p w:rsidR="00181D87" w:rsidRDefault="00181D87" w:rsidP="00181D87">
      <w:pPr>
        <w:spacing w:after="0" w:line="240" w:lineRule="auto"/>
        <w:ind w:left="908" w:hanging="284"/>
      </w:pPr>
      <w:r w:rsidRPr="00B96D7C">
        <w:t>-     doplňování sáčků na dámské hygienické vložky</w:t>
      </w:r>
    </w:p>
    <w:p w:rsidR="00C31DCF" w:rsidRDefault="00C31DCF" w:rsidP="00181D87">
      <w:pPr>
        <w:spacing w:after="0" w:line="240" w:lineRule="auto"/>
        <w:ind w:left="908" w:hanging="284"/>
      </w:pPr>
    </w:p>
    <w:p w:rsidR="00C31DCF" w:rsidRDefault="00C31DCF" w:rsidP="00C31DCF">
      <w:r>
        <w:t>Nákup a dodávka hygienických potřeb pro servis dle tohoto bodu není předmětem veřejné zakázky.</w:t>
      </w:r>
    </w:p>
    <w:p w:rsidR="00181D87" w:rsidRPr="00B96D7C" w:rsidRDefault="00181D87" w:rsidP="00181D87">
      <w:pPr>
        <w:spacing w:after="0" w:line="240" w:lineRule="auto"/>
      </w:pPr>
    </w:p>
    <w:p w:rsidR="00181D87" w:rsidRPr="00F71251" w:rsidRDefault="00181D87" w:rsidP="00181D87">
      <w:pPr>
        <w:pStyle w:val="Odstavecseseznamem"/>
        <w:numPr>
          <w:ilvl w:val="0"/>
          <w:numId w:val="35"/>
        </w:numPr>
        <w:spacing w:after="0" w:line="240" w:lineRule="auto"/>
        <w:rPr>
          <w:b/>
          <w:u w:val="single"/>
        </w:rPr>
      </w:pPr>
      <w:r w:rsidRPr="00F71251">
        <w:rPr>
          <w:b/>
          <w:u w:val="single"/>
        </w:rPr>
        <w:t>Speciální úklidové práce</w:t>
      </w:r>
    </w:p>
    <w:p w:rsidR="00181D87" w:rsidRPr="00B96D7C" w:rsidRDefault="00181D87" w:rsidP="00181D87">
      <w:pPr>
        <w:spacing w:after="0"/>
        <w:ind w:left="851" w:hanging="284"/>
      </w:pPr>
    </w:p>
    <w:p w:rsidR="00181D87" w:rsidRPr="00B96D7C" w:rsidRDefault="00181D87" w:rsidP="00181D87">
      <w:pPr>
        <w:spacing w:after="0"/>
        <w:ind w:left="851" w:hanging="284"/>
        <w:rPr>
          <w:b/>
        </w:rPr>
      </w:pPr>
      <w:r w:rsidRPr="00B96D7C">
        <w:rPr>
          <w:b/>
        </w:rPr>
        <w:t xml:space="preserve">Půlročně: </w:t>
      </w:r>
    </w:p>
    <w:p w:rsidR="00181D87" w:rsidRPr="00B96D7C" w:rsidRDefault="00181D87" w:rsidP="00181D87">
      <w:pPr>
        <w:spacing w:after="0" w:line="240" w:lineRule="auto"/>
        <w:ind w:left="1049" w:hanging="425"/>
      </w:pPr>
      <w:r w:rsidRPr="00B96D7C">
        <w:t>-</w:t>
      </w:r>
      <w:r w:rsidRPr="00B96D7C">
        <w:tab/>
        <w:t>mytí oken včetně rámů a venkovních parapetů</w:t>
      </w:r>
    </w:p>
    <w:p w:rsidR="00181D87" w:rsidRPr="00B96D7C" w:rsidRDefault="00181D87" w:rsidP="00181D87">
      <w:pPr>
        <w:spacing w:after="0" w:line="240" w:lineRule="auto"/>
        <w:ind w:left="1049" w:hanging="425"/>
      </w:pPr>
      <w:r w:rsidRPr="00B96D7C">
        <w:t>-</w:t>
      </w:r>
      <w:r w:rsidRPr="00B96D7C">
        <w:tab/>
        <w:t>mytí osvětlovacích těles</w:t>
      </w:r>
    </w:p>
    <w:p w:rsidR="00181D87" w:rsidRPr="00B96D7C" w:rsidRDefault="00181D87" w:rsidP="00181D87">
      <w:pPr>
        <w:spacing w:after="0" w:line="240" w:lineRule="auto"/>
        <w:ind w:left="1049" w:hanging="425"/>
      </w:pPr>
      <w:r w:rsidRPr="00B96D7C">
        <w:t xml:space="preserve">- </w:t>
      </w:r>
      <w:r w:rsidRPr="00B96D7C">
        <w:tab/>
        <w:t>otření potrubních rozvodů vzduchotechniky, plynovodu a kabelových žlebů elektroinstalace</w:t>
      </w:r>
    </w:p>
    <w:p w:rsidR="00181D87" w:rsidRPr="00B96D7C" w:rsidRDefault="00181D87" w:rsidP="00181D87">
      <w:pPr>
        <w:spacing w:after="0" w:line="240" w:lineRule="auto"/>
        <w:ind w:left="1049" w:hanging="425"/>
      </w:pPr>
      <w:r w:rsidRPr="00B96D7C">
        <w:t>-</w:t>
      </w:r>
      <w:r w:rsidRPr="00B96D7C">
        <w:tab/>
        <w:t>čištění koberců (mokrou cestou)</w:t>
      </w:r>
    </w:p>
    <w:p w:rsidR="00181D87" w:rsidRPr="00B96D7C" w:rsidRDefault="00181D87" w:rsidP="00181D87">
      <w:pPr>
        <w:spacing w:after="0"/>
      </w:pPr>
    </w:p>
    <w:p w:rsidR="00181D87" w:rsidRPr="00B96D7C" w:rsidRDefault="00181D87" w:rsidP="00181D87">
      <w:pPr>
        <w:spacing w:after="0"/>
      </w:pPr>
    </w:p>
    <w:p w:rsidR="00181D87" w:rsidRPr="00B96D7C" w:rsidRDefault="00181D87" w:rsidP="00181D87">
      <w:pPr>
        <w:spacing w:after="0" w:line="240" w:lineRule="auto"/>
        <w:rPr>
          <w:b/>
          <w:u w:val="single"/>
        </w:rPr>
      </w:pPr>
      <w:r w:rsidRPr="00B96D7C">
        <w:rPr>
          <w:b/>
          <w:u w:val="single"/>
        </w:rPr>
        <w:t>Mimořádné úklidové práce</w:t>
      </w:r>
    </w:p>
    <w:p w:rsidR="00181D87" w:rsidRPr="00B96D7C" w:rsidRDefault="00181D87" w:rsidP="00181D87">
      <w:pPr>
        <w:pStyle w:val="Odstavecseseznamem"/>
        <w:numPr>
          <w:ilvl w:val="0"/>
          <w:numId w:val="34"/>
        </w:numPr>
        <w:shd w:val="clear" w:color="auto" w:fill="FFFFFF"/>
        <w:spacing w:after="0" w:line="0" w:lineRule="atLeast"/>
        <w:ind w:left="992" w:hanging="425"/>
        <w:rPr>
          <w:rFonts w:eastAsia="Times New Roman" w:cs="Arial"/>
          <w:color w:val="404040"/>
          <w:lang w:eastAsia="cs-CZ"/>
        </w:rPr>
      </w:pPr>
      <w:r w:rsidRPr="00B96D7C">
        <w:t>blíže nespecifikované činnosti (práce po stavebních úpravách, malování, mimořádné požadavky na úklid a jiné)</w:t>
      </w:r>
    </w:p>
    <w:p w:rsidR="00181D87" w:rsidRPr="00B96D7C" w:rsidRDefault="00181D87" w:rsidP="00181D87">
      <w:pPr>
        <w:spacing w:after="0" w:line="240" w:lineRule="auto"/>
        <w:ind w:left="1049" w:hanging="425"/>
        <w:rPr>
          <w:rFonts w:eastAsia="Times New Roman" w:cs="Arial"/>
          <w:color w:val="404040"/>
          <w:lang w:eastAsia="cs-CZ"/>
        </w:rPr>
      </w:pPr>
    </w:p>
    <w:p w:rsidR="00181D87" w:rsidRPr="00B96D7C" w:rsidRDefault="00181D87" w:rsidP="00181D87">
      <w:pPr>
        <w:spacing w:after="0" w:line="240" w:lineRule="auto"/>
        <w:ind w:left="1049" w:hanging="425"/>
        <w:rPr>
          <w:rFonts w:eastAsia="Times New Roman" w:cs="Arial"/>
          <w:color w:val="404040"/>
          <w:lang w:eastAsia="cs-CZ"/>
        </w:rPr>
      </w:pPr>
    </w:p>
    <w:p w:rsidR="00181D87" w:rsidRPr="00B96D7C" w:rsidRDefault="00181D87" w:rsidP="00181D87">
      <w:pPr>
        <w:spacing w:after="0" w:line="240" w:lineRule="auto"/>
        <w:ind w:left="1049" w:hanging="425"/>
        <w:rPr>
          <w:b/>
          <w:u w:val="single"/>
        </w:rPr>
      </w:pPr>
    </w:p>
    <w:p w:rsidR="00181D87" w:rsidRPr="00B96D7C" w:rsidRDefault="00181D87" w:rsidP="00181D87">
      <w:pPr>
        <w:spacing w:after="0"/>
        <w:rPr>
          <w:b/>
          <w:u w:val="single"/>
        </w:rPr>
      </w:pPr>
      <w:r w:rsidRPr="00B96D7C">
        <w:rPr>
          <w:b/>
          <w:u w:val="single"/>
        </w:rPr>
        <w:t>Objednatel dále požaduje, aby:</w:t>
      </w:r>
    </w:p>
    <w:p w:rsidR="00181D87" w:rsidRPr="00B96D7C" w:rsidRDefault="00181D87" w:rsidP="00181D87">
      <w:pPr>
        <w:spacing w:after="0" w:line="240" w:lineRule="auto"/>
        <w:ind w:left="908" w:hanging="284"/>
      </w:pPr>
      <w:r w:rsidRPr="00B96D7C">
        <w:t>-</w:t>
      </w:r>
      <w:r w:rsidRPr="00B96D7C">
        <w:tab/>
        <w:t xml:space="preserve">denní, týdenní a měsíční úklidové práce byly prováděny v časovém rozpětí </w:t>
      </w:r>
      <w:r w:rsidRPr="00B96D7C">
        <w:br/>
        <w:t>od pondělí do pátku, a to vždy od 7:00 do 16:00 hodin,</w:t>
      </w:r>
    </w:p>
    <w:p w:rsidR="00181D87" w:rsidRPr="00D033FB" w:rsidRDefault="00181D87" w:rsidP="00181D87">
      <w:pPr>
        <w:spacing w:after="0" w:line="240" w:lineRule="auto"/>
        <w:ind w:left="908" w:hanging="284"/>
      </w:pPr>
      <w:r w:rsidRPr="00B96D7C">
        <w:t>-</w:t>
      </w:r>
      <w:r w:rsidRPr="00B96D7C">
        <w:tab/>
        <w:t xml:space="preserve">půlroční úklidové práce byly </w:t>
      </w:r>
      <w:r w:rsidRPr="00D033FB">
        <w:t>prováděny během dnů pracovního klidu (sobota, neděle, státní svátky), a to vždy po předchozí dohodě s kontaktní osobou objednatele,</w:t>
      </w:r>
    </w:p>
    <w:p w:rsidR="00181D87" w:rsidRPr="00D033FB" w:rsidRDefault="00181D87" w:rsidP="00181D87">
      <w:pPr>
        <w:spacing w:after="0" w:line="240" w:lineRule="auto"/>
        <w:ind w:left="908" w:hanging="284"/>
      </w:pPr>
      <w:r w:rsidRPr="00D033FB">
        <w:t>-</w:t>
      </w:r>
      <w:r w:rsidRPr="00D033FB">
        <w:tab/>
        <w:t>mimořádné úklidové práce byly poskytovány na základě požadavku zadavatele dle dílčích objednávek</w:t>
      </w:r>
      <w:r>
        <w:t xml:space="preserve"> (v maximálním rozsahu 2</w:t>
      </w:r>
      <w:r w:rsidRPr="00D033FB">
        <w:t>00 hodin za dobu trvání smluvního vztahu s tím, že požadavek ze strany zadavatele na mimořádné úklidové práce nemusí být vůbec vznesen) v termínech po dohodě s kontaktní osobou zadavatele, a to buď během dnů pracovního klidu (sobota, neděle, státní svátky) nebo od pondělí do pátku od 16:00 hodin do 20:00 hodin,</w:t>
      </w:r>
    </w:p>
    <w:p w:rsidR="00181D87" w:rsidRPr="00D033FB" w:rsidRDefault="00181D87" w:rsidP="00181D87">
      <w:pPr>
        <w:spacing w:after="0" w:line="240" w:lineRule="auto"/>
        <w:ind w:left="908" w:hanging="284"/>
        <w:rPr>
          <w:b/>
        </w:rPr>
      </w:pPr>
      <w:r w:rsidRPr="00D033FB">
        <w:t xml:space="preserve">- </w:t>
      </w:r>
      <w:r w:rsidRPr="00D033FB">
        <w:tab/>
        <w:t xml:space="preserve">dodavatel prováděl úklidové práce za použití vlastních úklidových čistících a dezinfekčních prostředků, ochranných pomůcek a technického vybavení (např. vysavač, štafle apod.), </w:t>
      </w:r>
    </w:p>
    <w:p w:rsidR="00181D87" w:rsidRPr="00D033FB" w:rsidRDefault="00181D87" w:rsidP="00181D87">
      <w:pPr>
        <w:spacing w:after="0" w:line="240" w:lineRule="auto"/>
        <w:ind w:left="908" w:hanging="284"/>
      </w:pPr>
      <w:r w:rsidRPr="00D033FB">
        <w:t xml:space="preserve">- </w:t>
      </w:r>
      <w:r w:rsidRPr="00D033FB">
        <w:tab/>
        <w:t>používané čisticí prostředky splňovaly kritéria pro získání „Ekoznačky EU“ (to lze prokázat i certifikací „Ekologicky šetrný výrobek“, „Modrý anděl“, „Severská labuť“ nebo rovnocennou certifikací, popř. jiným způsobem, ze kterého bude splnění kritéria odpovídat),</w:t>
      </w:r>
    </w:p>
    <w:p w:rsidR="00181D87" w:rsidRPr="00D033FB" w:rsidRDefault="00181D87" w:rsidP="00181D87">
      <w:pPr>
        <w:spacing w:after="0" w:line="240" w:lineRule="auto"/>
        <w:ind w:left="908" w:hanging="284"/>
      </w:pPr>
      <w:r w:rsidRPr="00D033FB">
        <w:t>-</w:t>
      </w:r>
      <w:r w:rsidRPr="00D033FB">
        <w:tab/>
        <w:t>byly čisticí prostředky na požádání zadavatele identifikovatelné minimálně svým výrobcem a značkou použitého prostředku,</w:t>
      </w:r>
    </w:p>
    <w:p w:rsidR="00181D87" w:rsidRPr="00D033FB" w:rsidRDefault="00181D87" w:rsidP="00181D87">
      <w:pPr>
        <w:spacing w:after="0" w:line="240" w:lineRule="auto"/>
        <w:ind w:left="908" w:hanging="284"/>
      </w:pPr>
      <w:r w:rsidRPr="00D033FB">
        <w:t xml:space="preserve">- </w:t>
      </w:r>
      <w:r w:rsidRPr="00D033FB">
        <w:tab/>
        <w:t>dodavatel třídil odpad,</w:t>
      </w:r>
    </w:p>
    <w:p w:rsidR="00181D87" w:rsidRPr="00B96D7C" w:rsidRDefault="00181D87" w:rsidP="00181D87">
      <w:pPr>
        <w:spacing w:after="0" w:line="240" w:lineRule="auto"/>
        <w:ind w:left="908" w:hanging="284"/>
      </w:pPr>
      <w:r w:rsidRPr="00D033FB">
        <w:t xml:space="preserve">- </w:t>
      </w:r>
      <w:r w:rsidRPr="00D033FB">
        <w:tab/>
        <w:t>dodavatel používal tam, kde je to možné, koncentrovaný výrobek (za účelem snížení množství obalů).</w:t>
      </w:r>
    </w:p>
    <w:p w:rsidR="00181D87" w:rsidRPr="00B96D7C" w:rsidRDefault="00181D87" w:rsidP="00181D87">
      <w:pPr>
        <w:spacing w:after="0" w:line="240" w:lineRule="auto"/>
        <w:ind w:left="908" w:hanging="284"/>
      </w:pPr>
    </w:p>
    <w:p w:rsidR="00181D87" w:rsidRPr="00B96D7C" w:rsidRDefault="00181D87" w:rsidP="00181D87">
      <w:pPr>
        <w:spacing w:after="0" w:line="240" w:lineRule="auto"/>
        <w:ind w:left="908" w:hanging="284"/>
      </w:pPr>
    </w:p>
    <w:p w:rsidR="00181D87" w:rsidRDefault="00181D87" w:rsidP="00181D87">
      <w:pPr>
        <w:spacing w:after="0" w:line="240" w:lineRule="auto"/>
        <w:ind w:left="908" w:hanging="284"/>
        <w:rPr>
          <w:sz w:val="17"/>
          <w:szCs w:val="17"/>
        </w:rPr>
      </w:pPr>
    </w:p>
    <w:p w:rsidR="00181D87" w:rsidRDefault="00181D87" w:rsidP="00181D87">
      <w:pPr>
        <w:spacing w:after="0" w:line="240" w:lineRule="auto"/>
        <w:ind w:left="908" w:hanging="284"/>
        <w:rPr>
          <w:sz w:val="17"/>
          <w:szCs w:val="17"/>
        </w:rPr>
      </w:pPr>
    </w:p>
    <w:p w:rsidR="009F392E" w:rsidRPr="006D1CA8" w:rsidRDefault="009F392E" w:rsidP="00181D87">
      <w:pPr>
        <w:spacing w:after="0" w:line="240" w:lineRule="auto"/>
      </w:pPr>
      <w:bookmarkStart w:id="0" w:name="_GoBack"/>
      <w:bookmarkEnd w:id="0"/>
    </w:p>
    <w:sectPr w:rsidR="009F392E" w:rsidRPr="006D1CA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B2D" w:rsidRDefault="00217B2D" w:rsidP="00962258">
      <w:pPr>
        <w:spacing w:after="0" w:line="240" w:lineRule="auto"/>
      </w:pPr>
      <w:r>
        <w:separator/>
      </w:r>
    </w:p>
  </w:endnote>
  <w:endnote w:type="continuationSeparator" w:id="0">
    <w:p w:rsidR="00217B2D" w:rsidRDefault="00217B2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31D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31D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E4EE0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8F497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31D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31D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22AD2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945CD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B2D" w:rsidRDefault="00217B2D" w:rsidP="00962258">
      <w:pPr>
        <w:spacing w:after="0" w:line="240" w:lineRule="auto"/>
      </w:pPr>
      <w:r>
        <w:separator/>
      </w:r>
    </w:p>
  </w:footnote>
  <w:footnote w:type="continuationSeparator" w:id="0">
    <w:p w:rsidR="00217B2D" w:rsidRDefault="00217B2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615BB"/>
    <w:multiLevelType w:val="hybridMultilevel"/>
    <w:tmpl w:val="29260C94"/>
    <w:lvl w:ilvl="0" w:tplc="F52A064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FAB6A7E"/>
    <w:multiLevelType w:val="hybridMultilevel"/>
    <w:tmpl w:val="ED30EC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58101C59"/>
    <w:multiLevelType w:val="hybridMultilevel"/>
    <w:tmpl w:val="E584A264"/>
    <w:lvl w:ilvl="0" w:tplc="0DF01C8E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"/>
  </w:num>
  <w:num w:numId="35">
    <w:abstractNumId w:val="6"/>
  </w:num>
  <w:num w:numId="3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CA8"/>
    <w:rsid w:val="00072C1E"/>
    <w:rsid w:val="000E23A7"/>
    <w:rsid w:val="0010693F"/>
    <w:rsid w:val="00114472"/>
    <w:rsid w:val="001550BC"/>
    <w:rsid w:val="001605B9"/>
    <w:rsid w:val="00170EC5"/>
    <w:rsid w:val="001747C1"/>
    <w:rsid w:val="00181D87"/>
    <w:rsid w:val="00184743"/>
    <w:rsid w:val="001B4574"/>
    <w:rsid w:val="00203F73"/>
    <w:rsid w:val="00207DF5"/>
    <w:rsid w:val="00217B2D"/>
    <w:rsid w:val="0023045C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54FA7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2431"/>
    <w:rsid w:val="00677B7F"/>
    <w:rsid w:val="006A5570"/>
    <w:rsid w:val="006A689C"/>
    <w:rsid w:val="006B3D79"/>
    <w:rsid w:val="006D0BB4"/>
    <w:rsid w:val="006D1CA8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6A45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76A3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7BFE"/>
    <w:rsid w:val="00BD7E91"/>
    <w:rsid w:val="00C02D0A"/>
    <w:rsid w:val="00C03A6E"/>
    <w:rsid w:val="00C31DCF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E7AFC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BD68E"/>
  <w14:defaultImageDpi w14:val="32767"/>
  <w15:docId w15:val="{F06C28F0-3E94-4C60-81AA-B0B4637F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1CA8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6D1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lackovaD\Desktop\VZ\PODLIMIT\PROB&#205;HAJ&#205;C&#205;\19_Pravideln&#253;%20&#250;klid%20admin.%20prostor%20S&#381;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BC1E08-962D-4094-85D1-8FCF24CF4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2</TotalTime>
  <Pages>2</Pages>
  <Words>636</Words>
  <Characters>3755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Poláčková Dagmar</dc:creator>
  <cp:keywords/>
  <dc:description/>
  <cp:lastModifiedBy>Poláčková Dagmar</cp:lastModifiedBy>
  <cp:revision>8</cp:revision>
  <cp:lastPrinted>2017-11-28T17:18:00Z</cp:lastPrinted>
  <dcterms:created xsi:type="dcterms:W3CDTF">2022-02-22T14:41:00Z</dcterms:created>
  <dcterms:modified xsi:type="dcterms:W3CDTF">2022-02-23T14:51:00Z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